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A4E4B">
        <w:rPr>
          <w:rFonts w:ascii="Arial" w:hAnsi="Arial" w:cs="Arial"/>
          <w:b/>
          <w:caps/>
          <w:sz w:val="28"/>
          <w:szCs w:val="28"/>
        </w:rPr>
        <w:t>857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A4E4B" w:rsidRDefault="009A4E4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E4B">
              <w:rPr>
                <w:rFonts w:ascii="Arial" w:hAnsi="Arial" w:cs="Arial"/>
                <w:sz w:val="20"/>
                <w:szCs w:val="20"/>
              </w:rPr>
              <w:t>Solicita a remoção de entulhos acumulados na Avenida Lucas Nogueira Garcez, defronte da rotatória existente na altura do Bairro Santa Cruz dos Lázaros.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A4E4B" w:rsidRPr="009A4E4B">
        <w:rPr>
          <w:rFonts w:ascii="Arial" w:hAnsi="Arial" w:cs="Arial"/>
        </w:rPr>
        <w:t>remoção de entulhos acumulados na Avenida Lucas Nogueira Garcez, defronte da rotatória existente na altura do Bairro Santa Cruz dos Lázaros.</w:t>
      </w:r>
    </w:p>
    <w:p w:rsidR="0050288E" w:rsidRDefault="009A4E4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A4E4B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9A4E4B">
        <w:rPr>
          <w:rFonts w:ascii="Arial" w:hAnsi="Arial" w:cs="Arial"/>
        </w:rPr>
        <w:t>, o aludid</w:t>
      </w:r>
      <w:r>
        <w:rPr>
          <w:rFonts w:ascii="Arial" w:hAnsi="Arial" w:cs="Arial"/>
        </w:rPr>
        <w:t>o local está repleto de entulho,</w:t>
      </w:r>
      <w:r w:rsidRPr="009A4E4B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stimulando </w:t>
      </w:r>
      <w:r w:rsidRPr="009A4E4B">
        <w:rPr>
          <w:rFonts w:ascii="Arial" w:hAnsi="Arial" w:cs="Arial"/>
        </w:rPr>
        <w:t xml:space="preserve">que mais moradores </w:t>
      </w:r>
      <w:r>
        <w:rPr>
          <w:rFonts w:ascii="Arial" w:hAnsi="Arial" w:cs="Arial"/>
        </w:rPr>
        <w:t xml:space="preserve">também </w:t>
      </w:r>
      <w:r w:rsidRPr="009A4E4B">
        <w:rPr>
          <w:rFonts w:ascii="Arial" w:hAnsi="Arial" w:cs="Arial"/>
        </w:rPr>
        <w:t>joguem lixo, além de possibilitar a proliferação de vetores e animais peçonhentos, fazendo</w:t>
      </w:r>
      <w:r>
        <w:rPr>
          <w:rFonts w:ascii="Arial" w:hAnsi="Arial" w:cs="Arial"/>
        </w:rPr>
        <w:t>-se</w:t>
      </w:r>
      <w:r w:rsidRPr="009A4E4B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4E4B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9A4E4B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4E4B" w:rsidRPr="00A34F2C" w:rsidRDefault="009A4E4B" w:rsidP="009A4E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A4E4B" w:rsidRPr="00A34F2C" w:rsidRDefault="009A4E4B" w:rsidP="009A4E4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A4E4B" w:rsidRPr="00A34F2C" w:rsidRDefault="009A4E4B" w:rsidP="009A4E4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4E4B" w:rsidRDefault="009A4E4B" w:rsidP="009A4E4B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4D78AE" wp14:editId="421B6355">
                <wp:simplePos x="0" y="0"/>
                <wp:positionH relativeFrom="column">
                  <wp:posOffset>2291715</wp:posOffset>
                </wp:positionH>
                <wp:positionV relativeFrom="paragraph">
                  <wp:posOffset>4410075</wp:posOffset>
                </wp:positionV>
                <wp:extent cx="1752600" cy="1752600"/>
                <wp:effectExtent l="0" t="0" r="19050" b="1905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752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AEA4EA" id="Elipse 9" o:spid="_x0000_s1026" style="position:absolute;margin-left:180.45pt;margin-top:347.25pt;width:138pt;height:13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" filled="f" strokecolor="red" strokeweight="2pt"/>
            </w:pict>
          </mc:Fallback>
        </mc:AlternateConten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2FBE8F98" wp14:editId="3C977A48">
            <wp:extent cx="6030595" cy="3392170"/>
            <wp:effectExtent l="0" t="0" r="825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3-20 at 11.39.30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3B019D" wp14:editId="64B99543">
                <wp:simplePos x="0" y="0"/>
                <wp:positionH relativeFrom="column">
                  <wp:posOffset>2101215</wp:posOffset>
                </wp:positionH>
                <wp:positionV relativeFrom="paragraph">
                  <wp:posOffset>1127760</wp:posOffset>
                </wp:positionV>
                <wp:extent cx="1752600" cy="1752600"/>
                <wp:effectExtent l="0" t="0" r="19050" b="1905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752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527DBB" id="Elipse 3" o:spid="_x0000_s1026" style="position:absolute;margin-left:165.45pt;margin-top:88.8pt;width:138pt;height:13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" filled="f" strokecolor="red" strokeweight="2pt"/>
            </w:pict>
          </mc:Fallback>
        </mc:AlternateContent>
      </w: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3EA01224" wp14:editId="1DE4D103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3-20 at 11.40.22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293" w:rsidRDefault="00036293">
      <w:r>
        <w:separator/>
      </w:r>
    </w:p>
  </w:endnote>
  <w:endnote w:type="continuationSeparator" w:id="0">
    <w:p w:rsidR="00036293" w:rsidRDefault="0003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293" w:rsidRDefault="00036293">
      <w:r>
        <w:separator/>
      </w:r>
    </w:p>
  </w:footnote>
  <w:footnote w:type="continuationSeparator" w:id="0">
    <w:p w:rsidR="00036293" w:rsidRDefault="00036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9A4E4B">
      <w:rPr>
        <w:rFonts w:ascii="Arial" w:hAnsi="Arial" w:cs="Arial"/>
        <w:b/>
        <w:sz w:val="20"/>
        <w:szCs w:val="20"/>
        <w:u w:val="single"/>
      </w:rPr>
      <w:t xml:space="preserve"> 857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A4E4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E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E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629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E4B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81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94E0C-AF23-4C0D-A913-25B2EC70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2018-03-29T19:41:00Z</cp:lastPrinted>
  <dcterms:created xsi:type="dcterms:W3CDTF">2018-03-29T19:35:00Z</dcterms:created>
  <dcterms:modified xsi:type="dcterms:W3CDTF">2018-03-29T19:41:00Z</dcterms:modified>
</cp:coreProperties>
</file>